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385" w:rsidRPr="00C752E2" w:rsidRDefault="000E7385" w:rsidP="0038245B">
      <w:pPr>
        <w:pStyle w:val="NormalWeb"/>
        <w:spacing w:before="0" w:beforeAutospacing="0" w:after="150" w:afterAutospacing="0" w:line="245" w:lineRule="atLeast"/>
        <w:jc w:val="center"/>
        <w:rPr>
          <w:rFonts w:ascii="Arial" w:hAnsi="Arial" w:cs="Arial"/>
          <w:color w:val="000000"/>
          <w:sz w:val="28"/>
          <w:szCs w:val="28"/>
        </w:rPr>
      </w:pPr>
      <w:bookmarkStart w:id="0" w:name="_GoBack"/>
      <w:r w:rsidRPr="00C752E2">
        <w:rPr>
          <w:b/>
          <w:bCs/>
          <w:color w:val="000000"/>
          <w:sz w:val="28"/>
          <w:szCs w:val="28"/>
        </w:rPr>
        <w:t>Аннотация к рабочей программе по</w:t>
      </w:r>
      <w:r w:rsidRPr="00C752E2">
        <w:rPr>
          <w:b/>
          <w:bCs/>
          <w:i/>
          <w:iCs/>
          <w:color w:val="000000"/>
          <w:sz w:val="28"/>
          <w:szCs w:val="28"/>
        </w:rPr>
        <w:t> ИСТОРИИ</w:t>
      </w:r>
    </w:p>
    <w:p w:rsidR="000E7385" w:rsidRPr="00C752E2" w:rsidRDefault="000E7385" w:rsidP="0038245B">
      <w:pPr>
        <w:pStyle w:val="NormalWeb"/>
        <w:spacing w:before="0" w:beforeAutospacing="0" w:after="150" w:afterAutospacing="0" w:line="245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C752E2">
        <w:rPr>
          <w:b/>
          <w:bCs/>
          <w:color w:val="000000"/>
          <w:sz w:val="28"/>
          <w:szCs w:val="28"/>
        </w:rPr>
        <w:t>5-9 классы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color w:val="000000"/>
          <w:sz w:val="28"/>
          <w:szCs w:val="28"/>
        </w:rPr>
        <w:t>Рабочая программа по истории предназначена для обучающихся с 5 по 9 классы МБОУ СОШ № 2 имени Л.Н. Плаксина пос. Мостовского в 2019-2020 учебном году. Содержание предмета выстроено с учётом межпредметных и внутрипредметных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разноуровневой подготовкой к продолжению получения образования на уровне основного общего образования.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color w:val="000000"/>
          <w:sz w:val="28"/>
          <w:szCs w:val="28"/>
        </w:rPr>
        <w:t>Рабочая программа включает следующие разделы:</w:t>
      </w:r>
    </w:p>
    <w:bookmarkEnd w:id="0"/>
    <w:p w:rsidR="000E7385" w:rsidRPr="00C752E2" w:rsidRDefault="000E7385" w:rsidP="00C752E2">
      <w:pPr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sz w:val="28"/>
          <w:szCs w:val="28"/>
        </w:rPr>
        <w:t xml:space="preserve">- </w:t>
      </w:r>
      <w:r w:rsidRPr="00C752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Планируемые результаты освоения учебного предмета, курса.</w:t>
      </w:r>
    </w:p>
    <w:p w:rsidR="000E7385" w:rsidRPr="00C752E2" w:rsidRDefault="000E7385" w:rsidP="00C752E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752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Содержание учебного предмета, курса                                                        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color w:val="000000"/>
          <w:sz w:val="28"/>
          <w:szCs w:val="28"/>
        </w:rPr>
      </w:pPr>
      <w:r w:rsidRPr="00C752E2">
        <w:rPr>
          <w:color w:val="000000"/>
          <w:sz w:val="28"/>
          <w:szCs w:val="28"/>
        </w:rPr>
        <w:t xml:space="preserve">- Тематическое планирование с указанием количества часов, отводимых на освоение каждой темы                            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sz w:val="28"/>
          <w:szCs w:val="28"/>
          <w:lang w:eastAsia="en-US"/>
        </w:rPr>
        <w:t xml:space="preserve">                                                   </w:t>
      </w:r>
      <w:r w:rsidRPr="00C752E2">
        <w:rPr>
          <w:color w:val="000000"/>
          <w:sz w:val="28"/>
          <w:szCs w:val="28"/>
        </w:rPr>
        <w:t>Цели предмета: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rFonts w:ascii="Arial" w:hAnsi="Arial" w:cs="Arial"/>
          <w:color w:val="000000"/>
          <w:sz w:val="28"/>
          <w:szCs w:val="28"/>
        </w:rPr>
        <w:t>•</w:t>
      </w:r>
      <w:r w:rsidRPr="00C752E2">
        <w:rPr>
          <w:color w:val="000000"/>
          <w:sz w:val="28"/>
          <w:szCs w:val="28"/>
        </w:rPr>
        <w:t xml:space="preserve"> 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rFonts w:ascii="Arial" w:hAnsi="Arial" w:cs="Arial"/>
          <w:color w:val="000000"/>
          <w:sz w:val="28"/>
          <w:szCs w:val="28"/>
        </w:rPr>
        <w:t>•</w:t>
      </w:r>
      <w:r w:rsidRPr="00C752E2">
        <w:rPr>
          <w:color w:val="000000"/>
          <w:sz w:val="28"/>
          <w:szCs w:val="28"/>
        </w:rPr>
        <w:t xml:space="preserve"> 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rFonts w:ascii="Arial" w:hAnsi="Arial" w:cs="Arial"/>
          <w:color w:val="000000"/>
          <w:sz w:val="28"/>
          <w:szCs w:val="28"/>
        </w:rPr>
        <w:t>•</w:t>
      </w:r>
      <w:r w:rsidRPr="00C752E2">
        <w:rPr>
          <w:color w:val="000000"/>
          <w:sz w:val="28"/>
          <w:szCs w:val="28"/>
        </w:rPr>
        <w:t xml:space="preserve"> 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rFonts w:ascii="Arial" w:hAnsi="Arial" w:cs="Arial"/>
          <w:color w:val="000000"/>
          <w:sz w:val="28"/>
          <w:szCs w:val="28"/>
        </w:rPr>
        <w:t>•</w:t>
      </w:r>
      <w:r w:rsidRPr="00C752E2">
        <w:rPr>
          <w:color w:val="000000"/>
          <w:sz w:val="28"/>
          <w:szCs w:val="28"/>
        </w:rPr>
        <w:t xml:space="preserve"> 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rFonts w:ascii="Arial" w:hAnsi="Arial" w:cs="Arial"/>
          <w:color w:val="000000"/>
          <w:sz w:val="28"/>
          <w:szCs w:val="28"/>
        </w:rPr>
        <w:t>•</w:t>
      </w:r>
      <w:r w:rsidRPr="00C752E2">
        <w:rPr>
          <w:color w:val="000000"/>
          <w:sz w:val="28"/>
          <w:szCs w:val="28"/>
        </w:rPr>
        <w:t xml:space="preserve"> применение знаний и представлений об исторически сложившихся системах социальных норм и ценностей для жизни в поликультурном, полиэтничном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color w:val="000000"/>
          <w:sz w:val="28"/>
          <w:szCs w:val="28"/>
        </w:rPr>
        <w:t>Задачи изучения истории: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color w:val="000000"/>
          <w:sz w:val="28"/>
          <w:szCs w:val="28"/>
        </w:rPr>
        <w:t>· формировать у молодого поколения ориентиры для гражданской, этнонациональной, социальной, культурной самоидентификации в окружающем мире;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color w:val="000000"/>
          <w:sz w:val="28"/>
          <w:szCs w:val="28"/>
        </w:rPr>
        <w:t>· дать обучающимся знания об основных этапах развития человеческого общества ХХ века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color w:val="000000"/>
          <w:sz w:val="28"/>
          <w:szCs w:val="28"/>
        </w:rPr>
        <w:t>· воспитать обучающихся в духе патриотизма, уважения к своему Отечеству -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color w:val="000000"/>
          <w:sz w:val="28"/>
          <w:szCs w:val="28"/>
        </w:rPr>
        <w:t>· развивать способности обучающихся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752E2">
        <w:rPr>
          <w:color w:val="000000"/>
          <w:sz w:val="28"/>
          <w:szCs w:val="28"/>
        </w:rPr>
        <w:t>· формировать у школьников умения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полиэтничном и многоконфессиональном обществе.</w:t>
      </w:r>
    </w:p>
    <w:p w:rsidR="000E7385" w:rsidRPr="00C752E2" w:rsidRDefault="000E7385" w:rsidP="00C752E2">
      <w:pPr>
        <w:pStyle w:val="NormalWeb"/>
        <w:spacing w:before="0" w:beforeAutospacing="0" w:after="150" w:afterAutospacing="0" w:line="245" w:lineRule="atLeast"/>
        <w:ind w:firstLine="360"/>
        <w:jc w:val="both"/>
        <w:rPr>
          <w:color w:val="000000"/>
          <w:sz w:val="28"/>
          <w:szCs w:val="28"/>
        </w:rPr>
      </w:pPr>
      <w:r w:rsidRPr="00C752E2">
        <w:rPr>
          <w:color w:val="000000"/>
          <w:sz w:val="28"/>
          <w:szCs w:val="28"/>
        </w:rPr>
        <w:t>Рабочая программа по предмету </w:t>
      </w:r>
      <w:r w:rsidRPr="00C752E2">
        <w:rPr>
          <w:i/>
          <w:iCs/>
          <w:color w:val="000000"/>
          <w:sz w:val="28"/>
          <w:szCs w:val="28"/>
        </w:rPr>
        <w:t>история</w:t>
      </w:r>
      <w:r w:rsidRPr="00C752E2">
        <w:rPr>
          <w:color w:val="000000"/>
          <w:sz w:val="28"/>
          <w:szCs w:val="28"/>
        </w:rPr>
        <w:t> составлена на основе следующих нормативно-правовых актов и документов:</w:t>
      </w:r>
    </w:p>
    <w:p w:rsidR="000E7385" w:rsidRPr="00C752E2" w:rsidRDefault="000E7385" w:rsidP="00C752E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52E2">
        <w:rPr>
          <w:rFonts w:ascii="Times New Roman" w:hAnsi="Times New Roman"/>
          <w:sz w:val="28"/>
          <w:szCs w:val="28"/>
          <w:lang w:eastAsia="ru-RU"/>
        </w:rPr>
        <w:t>Закон РФ от 29 декабря 2012 года №273 – ФЗ «Об образовании».</w:t>
      </w:r>
    </w:p>
    <w:p w:rsidR="000E7385" w:rsidRPr="00C752E2" w:rsidRDefault="000E7385" w:rsidP="00C752E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52E2">
        <w:rPr>
          <w:rFonts w:ascii="Times New Roman" w:hAnsi="Times New Roman"/>
          <w:sz w:val="28"/>
          <w:szCs w:val="28"/>
        </w:rPr>
        <w:t xml:space="preserve">"Об утверждении федерального государственного образовательного стандарта основного общего образования" (утв. приказом Министерства образования и науки РФ от 29 декабря </w:t>
      </w:r>
      <w:smartTag w:uri="urn:schemas-microsoft-com:office:smarttags" w:element="metricconverter">
        <w:smartTagPr>
          <w:attr w:name="ProductID" w:val="2014 г"/>
        </w:smartTagPr>
        <w:r w:rsidRPr="00C752E2">
          <w:rPr>
            <w:rFonts w:ascii="Times New Roman" w:hAnsi="Times New Roman"/>
            <w:sz w:val="28"/>
            <w:szCs w:val="28"/>
          </w:rPr>
          <w:t>2014 г</w:t>
        </w:r>
      </w:smartTag>
      <w:r w:rsidRPr="00C752E2">
        <w:rPr>
          <w:rFonts w:ascii="Times New Roman" w:hAnsi="Times New Roman"/>
          <w:sz w:val="28"/>
          <w:szCs w:val="28"/>
        </w:rPr>
        <w:t>. N 1644).</w:t>
      </w:r>
    </w:p>
    <w:p w:rsidR="000E7385" w:rsidRPr="00C752E2" w:rsidRDefault="000E7385" w:rsidP="00C752E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52E2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РФ от 10 ноября </w:t>
      </w:r>
      <w:smartTag w:uri="urn:schemas-microsoft-com:office:smarttags" w:element="metricconverter">
        <w:smartTagPr>
          <w:attr w:name="ProductID" w:val="2011 г"/>
        </w:smartTagPr>
        <w:r w:rsidRPr="00C752E2">
          <w:rPr>
            <w:rFonts w:ascii="Times New Roman" w:hAnsi="Times New Roman"/>
            <w:sz w:val="28"/>
            <w:szCs w:val="28"/>
          </w:rPr>
          <w:t>2011 г</w:t>
        </w:r>
      </w:smartTag>
      <w:r w:rsidRPr="00C752E2">
        <w:rPr>
          <w:rFonts w:ascii="Times New Roman" w:hAnsi="Times New Roman"/>
          <w:sz w:val="28"/>
          <w:szCs w:val="28"/>
        </w:rPr>
        <w:t xml:space="preserve">. N 2643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C752E2">
          <w:rPr>
            <w:rFonts w:ascii="Times New Roman" w:hAnsi="Times New Roman"/>
            <w:sz w:val="28"/>
            <w:szCs w:val="28"/>
          </w:rPr>
          <w:t>2004 г</w:t>
        </w:r>
      </w:smartTag>
      <w:r w:rsidRPr="00C752E2">
        <w:rPr>
          <w:rFonts w:ascii="Times New Roman" w:hAnsi="Times New Roman"/>
          <w:sz w:val="28"/>
          <w:szCs w:val="28"/>
        </w:rPr>
        <w:t>. N 1089".</w:t>
      </w:r>
    </w:p>
    <w:p w:rsidR="000E7385" w:rsidRPr="00C752E2" w:rsidRDefault="000E7385" w:rsidP="00C752E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52E2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РФ от 24 января </w:t>
      </w:r>
      <w:smartTag w:uri="urn:schemas-microsoft-com:office:smarttags" w:element="metricconverter">
        <w:smartTagPr>
          <w:attr w:name="ProductID" w:val="2012 г"/>
        </w:smartTagPr>
        <w:r w:rsidRPr="00C752E2">
          <w:rPr>
            <w:rFonts w:ascii="Times New Roman" w:hAnsi="Times New Roman"/>
            <w:sz w:val="28"/>
            <w:szCs w:val="28"/>
          </w:rPr>
          <w:t>2012 г</w:t>
        </w:r>
      </w:smartTag>
      <w:r w:rsidRPr="00C752E2">
        <w:rPr>
          <w:rFonts w:ascii="Times New Roman" w:hAnsi="Times New Roman"/>
          <w:sz w:val="28"/>
          <w:szCs w:val="28"/>
        </w:rPr>
        <w:t xml:space="preserve">. № 39 «О внесении изменений в федеральный компонент государственных образовательных стандартов начального, общего, основного общего и среднего (полного) общего образования, утверждённый приказом Министерства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C752E2">
          <w:rPr>
            <w:rFonts w:ascii="Times New Roman" w:hAnsi="Times New Roman"/>
            <w:sz w:val="28"/>
            <w:szCs w:val="28"/>
          </w:rPr>
          <w:t>2004 г</w:t>
        </w:r>
      </w:smartTag>
      <w:r w:rsidRPr="00C752E2">
        <w:rPr>
          <w:rFonts w:ascii="Times New Roman" w:hAnsi="Times New Roman"/>
          <w:sz w:val="28"/>
          <w:szCs w:val="28"/>
        </w:rPr>
        <w:t xml:space="preserve">. </w:t>
      </w:r>
      <w:r w:rsidRPr="00C752E2">
        <w:rPr>
          <w:rFonts w:ascii="Times New Roman" w:hAnsi="Times New Roman"/>
          <w:sz w:val="28"/>
          <w:szCs w:val="28"/>
          <w:lang w:eastAsia="ru-RU"/>
        </w:rPr>
        <w:t>№ 1089»</w:t>
      </w:r>
    </w:p>
    <w:p w:rsidR="000E7385" w:rsidRPr="00C752E2" w:rsidRDefault="000E7385" w:rsidP="00C752E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52E2">
        <w:rPr>
          <w:rFonts w:ascii="Times New Roman" w:hAnsi="Times New Roman"/>
          <w:sz w:val="28"/>
          <w:szCs w:val="28"/>
          <w:lang w:eastAsia="ru-RU"/>
        </w:rPr>
        <w:t xml:space="preserve">Приказ Министерства образования и науки Российской Федерации (Минобрнауки России) от 08 июня </w:t>
      </w:r>
      <w:smartTag w:uri="urn:schemas-microsoft-com:office:smarttags" w:element="metricconverter">
        <w:smartTagPr>
          <w:attr w:name="ProductID" w:val="2015 г"/>
        </w:smartTagPr>
        <w:r w:rsidRPr="00C752E2">
          <w:rPr>
            <w:rFonts w:ascii="Times New Roman" w:hAnsi="Times New Roman"/>
            <w:sz w:val="28"/>
            <w:szCs w:val="28"/>
            <w:lang w:eastAsia="ru-RU"/>
          </w:rPr>
          <w:t>2015 г</w:t>
        </w:r>
      </w:smartTag>
      <w:r w:rsidRPr="00C752E2">
        <w:rPr>
          <w:rFonts w:ascii="Times New Roman" w:hAnsi="Times New Roman"/>
          <w:sz w:val="28"/>
          <w:szCs w:val="28"/>
          <w:lang w:eastAsia="ru-RU"/>
        </w:rPr>
        <w:t xml:space="preserve">. N576 г. Москва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</w:t>
      </w:r>
      <w:smartTag w:uri="urn:schemas-microsoft-com:office:smarttags" w:element="metricconverter">
        <w:smartTagPr>
          <w:attr w:name="ProductID" w:val="2014 г"/>
        </w:smartTagPr>
        <w:r w:rsidRPr="00C752E2">
          <w:rPr>
            <w:rFonts w:ascii="Times New Roman" w:hAnsi="Times New Roman"/>
            <w:sz w:val="28"/>
            <w:szCs w:val="28"/>
            <w:lang w:eastAsia="ru-RU"/>
          </w:rPr>
          <w:t>2014 г</w:t>
        </w:r>
      </w:smartTag>
      <w:r w:rsidRPr="00C752E2">
        <w:rPr>
          <w:rFonts w:ascii="Times New Roman" w:hAnsi="Times New Roman"/>
          <w:sz w:val="28"/>
          <w:szCs w:val="28"/>
          <w:lang w:eastAsia="ru-RU"/>
        </w:rPr>
        <w:t>. № 253</w:t>
      </w:r>
    </w:p>
    <w:p w:rsidR="000E7385" w:rsidRPr="00C752E2" w:rsidRDefault="000E7385" w:rsidP="00C752E2">
      <w:pPr>
        <w:pStyle w:val="NoSpacing"/>
        <w:numPr>
          <w:ilvl w:val="0"/>
          <w:numId w:val="2"/>
        </w:numPr>
        <w:jc w:val="both"/>
        <w:rPr>
          <w:rStyle w:val="Hyperlink"/>
          <w:rFonts w:ascii="Times New Roman" w:hAnsi="Times New Roman"/>
          <w:sz w:val="28"/>
          <w:szCs w:val="28"/>
          <w:lang w:eastAsia="ru-RU"/>
        </w:rPr>
      </w:pPr>
      <w:r w:rsidRPr="00C752E2">
        <w:rPr>
          <w:rFonts w:ascii="Times New Roman" w:hAnsi="Times New Roman"/>
          <w:sz w:val="28"/>
          <w:szCs w:val="28"/>
        </w:rPr>
        <w:t xml:space="preserve">Примерная основная образовательная программа основного общего образования. Одобрена решением федерального учебно-методического объединения по общему образованию (протокол от 8 апреля </w:t>
      </w:r>
      <w:smartTag w:uri="urn:schemas-microsoft-com:office:smarttags" w:element="metricconverter">
        <w:smartTagPr>
          <w:attr w:name="ProductID" w:val="2015 г"/>
        </w:smartTagPr>
        <w:r w:rsidRPr="00C752E2">
          <w:rPr>
            <w:rFonts w:ascii="Times New Roman" w:hAnsi="Times New Roman"/>
            <w:sz w:val="28"/>
            <w:szCs w:val="28"/>
          </w:rPr>
          <w:t>2015 г</w:t>
        </w:r>
      </w:smartTag>
      <w:r w:rsidRPr="00C752E2">
        <w:rPr>
          <w:rFonts w:ascii="Times New Roman" w:hAnsi="Times New Roman"/>
          <w:sz w:val="28"/>
          <w:szCs w:val="28"/>
        </w:rPr>
        <w:t xml:space="preserve">. № 1/15) </w:t>
      </w:r>
      <w:hyperlink r:id="rId5" w:history="1">
        <w:r w:rsidRPr="00C752E2">
          <w:rPr>
            <w:rStyle w:val="Hyperlink"/>
            <w:rFonts w:ascii="Times New Roman" w:hAnsi="Times New Roman"/>
            <w:sz w:val="28"/>
            <w:szCs w:val="28"/>
          </w:rPr>
          <w:t>www.fgosreestr.ru</w:t>
        </w:r>
      </w:hyperlink>
    </w:p>
    <w:p w:rsidR="000E7385" w:rsidRPr="00C752E2" w:rsidRDefault="000E7385" w:rsidP="00C752E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52E2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(Минобрнауки России) от 18.10 2015 № 08 – 1786 «О рабочих программах учебных предметов»</w:t>
      </w:r>
    </w:p>
    <w:p w:rsidR="000E7385" w:rsidRPr="00C752E2" w:rsidRDefault="000E7385" w:rsidP="00C752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E7385" w:rsidRPr="00C752E2" w:rsidRDefault="000E7385" w:rsidP="00C752E2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sz w:val="28"/>
          <w:szCs w:val="28"/>
        </w:rPr>
        <w:t xml:space="preserve">В письме Министерства образования и науки РФ от 7 декабря </w:t>
      </w:r>
      <w:smartTag w:uri="urn:schemas-microsoft-com:office:smarttags" w:element="metricconverter">
        <w:smartTagPr>
          <w:attr w:name="ProductID" w:val="2017 г"/>
        </w:smartTagPr>
        <w:r w:rsidRPr="00C752E2">
          <w:rPr>
            <w:rFonts w:ascii="Times New Roman" w:hAnsi="Times New Roman"/>
            <w:sz w:val="28"/>
            <w:szCs w:val="28"/>
          </w:rPr>
          <w:t>2016 г</w:t>
        </w:r>
      </w:smartTag>
      <w:r w:rsidRPr="00C752E2">
        <w:rPr>
          <w:rFonts w:ascii="Times New Roman" w:hAnsi="Times New Roman"/>
          <w:sz w:val="28"/>
          <w:szCs w:val="28"/>
        </w:rPr>
        <w:t>. № 08-2655 указывается, что</w:t>
      </w: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 целях обеспечения поэтапного перехода на линейный принцип преподавания истории России, заложенный в Концепции, представляется целесообразным осуществлять указанный переход в </w:t>
      </w:r>
      <w:smartTag w:uri="urn:schemas-microsoft-com:office:smarttags" w:element="metricconverter">
        <w:smartTagPr>
          <w:attr w:name="ProductID" w:val="2017 г"/>
        </w:smartTagPr>
        <w:r w:rsidRPr="00C752E2">
          <w:rPr>
            <w:rFonts w:ascii="Times New Roman" w:hAnsi="Times New Roman"/>
            <w:color w:val="000000"/>
            <w:sz w:val="28"/>
            <w:szCs w:val="28"/>
            <w:lang w:eastAsia="ru-RU"/>
          </w:rPr>
          <w:t>2015 г</w:t>
        </w:r>
      </w:smartTag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начиная с 6 класса (в </w:t>
      </w:r>
      <w:smartTag w:uri="urn:schemas-microsoft-com:office:smarttags" w:element="metricconverter">
        <w:smartTagPr>
          <w:attr w:name="ProductID" w:val="2017 г"/>
        </w:smartTagPr>
        <w:r w:rsidRPr="00C752E2">
          <w:rPr>
            <w:rFonts w:ascii="Times New Roman" w:hAnsi="Times New Roman"/>
            <w:color w:val="000000"/>
            <w:sz w:val="28"/>
            <w:szCs w:val="28"/>
            <w:lang w:eastAsia="ru-RU"/>
          </w:rPr>
          <w:t>2016 г</w:t>
        </w:r>
      </w:smartTag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- в 6 и 7 классах, в </w:t>
      </w:r>
      <w:smartTag w:uri="urn:schemas-microsoft-com:office:smarttags" w:element="metricconverter">
        <w:smartTagPr>
          <w:attr w:name="ProductID" w:val="2017 г"/>
        </w:smartTagPr>
        <w:r w:rsidRPr="00C752E2">
          <w:rPr>
            <w:rFonts w:ascii="Times New Roman" w:hAnsi="Times New Roman"/>
            <w:color w:val="000000"/>
            <w:sz w:val="28"/>
            <w:szCs w:val="28"/>
            <w:lang w:eastAsia="ru-RU"/>
          </w:rPr>
          <w:t>2017 г</w:t>
        </w:r>
      </w:smartTag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. - в 6, 7 и 8 классах и т.д.».</w:t>
      </w:r>
    </w:p>
    <w:p w:rsidR="000E7385" w:rsidRPr="00C752E2" w:rsidRDefault="000E7385" w:rsidP="00C752E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752E2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Синхронизация курсов истории России и всеобщей истории</w:t>
      </w:r>
    </w:p>
    <w:p w:rsidR="000E7385" w:rsidRPr="00C752E2" w:rsidRDefault="000E7385" w:rsidP="00C752E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tbl>
      <w:tblPr>
        <w:tblW w:w="992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1"/>
        <w:gridCol w:w="3720"/>
        <w:gridCol w:w="4976"/>
      </w:tblGrid>
      <w:tr w:rsidR="000E7385" w:rsidRPr="00C752E2" w:rsidTr="001D5CF1">
        <w:tc>
          <w:tcPr>
            <w:tcW w:w="1132" w:type="dxa"/>
          </w:tcPr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>Кл./курс</w:t>
            </w:r>
          </w:p>
        </w:tc>
        <w:tc>
          <w:tcPr>
            <w:tcW w:w="3755" w:type="dxa"/>
          </w:tcPr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Всеобщая история</w:t>
            </w:r>
          </w:p>
        </w:tc>
        <w:tc>
          <w:tcPr>
            <w:tcW w:w="5040" w:type="dxa"/>
          </w:tcPr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История России</w:t>
            </w:r>
          </w:p>
        </w:tc>
      </w:tr>
      <w:tr w:rsidR="000E7385" w:rsidRPr="00C752E2" w:rsidTr="001D5CF1">
        <w:tc>
          <w:tcPr>
            <w:tcW w:w="1132" w:type="dxa"/>
          </w:tcPr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  </w:t>
            </w:r>
          </w:p>
        </w:tc>
        <w:tc>
          <w:tcPr>
            <w:tcW w:w="3755" w:type="dxa"/>
          </w:tcPr>
          <w:p w:rsidR="000E7385" w:rsidRPr="00C752E2" w:rsidRDefault="000E7385" w:rsidP="00C752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ИСТОРИЯ СРЕДНИХ ВЕКОВ. </w:t>
            </w:r>
            <w:r w:rsidRPr="00C752E2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VI</w:t>
            </w:r>
            <w:r w:rsidRPr="00C752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C752E2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XV</w:t>
            </w:r>
            <w:r w:rsidRPr="00C752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вв. 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Раннее Средневековье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Зрелое Средневековье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Страны Востока в Средние века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Государства доколумбовой Америки.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</w:tcPr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ОТ ДРЕВНЕЙ РУСИ К РОССИЙСКОМУ ГОСУДАРСТВУ. </w:t>
            </w:r>
            <w:r w:rsidRPr="00C752E2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VIII</w:t>
            </w:r>
            <w:r w:rsidRPr="00C752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–</w:t>
            </w:r>
            <w:r w:rsidRPr="00C752E2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XV</w:t>
            </w:r>
            <w:r w:rsidRPr="00C752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вв.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Восточная Европа в середине I тыс. н.э.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Образование государства Русь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Русь в конце X – начале XII в.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Культурное пространство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Русь в середине XII – начале XIII в. 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Русские земли в середине XIII - XIV в</w:t>
            </w: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Народы и государства степной зоны Восточной Европы и Сибири в XIII-XV вв. 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Культурное пространство 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Формирование единого Русского государства в XV веке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Культурное пространство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>Региональный компонент</w:t>
            </w:r>
          </w:p>
        </w:tc>
      </w:tr>
      <w:tr w:rsidR="000E7385" w:rsidRPr="00C752E2" w:rsidTr="001D5CF1">
        <w:tc>
          <w:tcPr>
            <w:tcW w:w="1132" w:type="dxa"/>
          </w:tcPr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3755" w:type="dxa"/>
          </w:tcPr>
          <w:p w:rsidR="000E7385" w:rsidRPr="00C752E2" w:rsidRDefault="000E7385" w:rsidP="00C752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ИСТОРИЯ НОВОГО ВРЕМЕНИ. XVI-XVII вв.</w:t>
            </w: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E7385" w:rsidRPr="00C752E2" w:rsidRDefault="000E7385" w:rsidP="00C752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>От абсолютизма к парламентаризму. Первые буржуазные революции</w:t>
            </w:r>
          </w:p>
          <w:p w:rsidR="000E7385" w:rsidRPr="00C752E2" w:rsidRDefault="000E7385" w:rsidP="00C752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>Европа в конце ХV— начале XVII в.</w:t>
            </w:r>
          </w:p>
          <w:p w:rsidR="000E7385" w:rsidRPr="00C752E2" w:rsidRDefault="000E7385" w:rsidP="00C752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>Европа в конце ХV— начале XVII в.</w:t>
            </w:r>
          </w:p>
          <w:p w:rsidR="000E7385" w:rsidRPr="00C752E2" w:rsidRDefault="000E7385" w:rsidP="00C752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>Страны Европы и Северной Америки в середине XVII—ХVIII в.</w:t>
            </w:r>
          </w:p>
          <w:p w:rsidR="000E7385" w:rsidRPr="00C752E2" w:rsidRDefault="000E7385" w:rsidP="00C752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>Страны Востока в XVI—XVIII вв.</w:t>
            </w:r>
          </w:p>
        </w:tc>
        <w:tc>
          <w:tcPr>
            <w:tcW w:w="5040" w:type="dxa"/>
          </w:tcPr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РОССИЯ В XVI – XVII ВЕКАХ: ОТ ВЕЛИКОГО КНЯЖЕСТВА К ЦАРСТВУ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Россия в XVI веке 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Смута в России 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Россия в XVII веке 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Культурное пространство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Региональный компонент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E7385" w:rsidRPr="00C752E2" w:rsidTr="001D5CF1">
        <w:tc>
          <w:tcPr>
            <w:tcW w:w="1132" w:type="dxa"/>
          </w:tcPr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55" w:type="dxa"/>
          </w:tcPr>
          <w:p w:rsidR="000E7385" w:rsidRPr="00C752E2" w:rsidRDefault="000E7385" w:rsidP="00C752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Всеобщая история XVIII в. </w:t>
            </w:r>
          </w:p>
          <w:p w:rsidR="000E7385" w:rsidRPr="00C752E2" w:rsidRDefault="000E7385" w:rsidP="00C752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Эпоха Просвещения  </w:t>
            </w:r>
          </w:p>
          <w:p w:rsidR="000E7385" w:rsidRPr="00C752E2" w:rsidRDefault="000E7385" w:rsidP="00C752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Эпоха промышленного переворота  </w:t>
            </w:r>
          </w:p>
          <w:p w:rsidR="000E7385" w:rsidRPr="00C752E2" w:rsidRDefault="000E7385" w:rsidP="00C752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Первые буржуазные революции  Великая французская революция    </w:t>
            </w:r>
          </w:p>
        </w:tc>
        <w:tc>
          <w:tcPr>
            <w:tcW w:w="5040" w:type="dxa"/>
          </w:tcPr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История России XVIII в</w:t>
            </w: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начала правления Петра I до конца правления Павла 1 (1801) 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Культурное пространство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>Региональный компонент</w:t>
            </w:r>
          </w:p>
          <w:p w:rsidR="000E7385" w:rsidRPr="00C752E2" w:rsidRDefault="000E7385" w:rsidP="00C75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52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E7385" w:rsidRPr="00C752E2" w:rsidRDefault="000E7385" w:rsidP="00C752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7385" w:rsidRPr="00C752E2" w:rsidRDefault="000E7385" w:rsidP="00C752E2">
      <w:pPr>
        <w:spacing w:after="150" w:line="240" w:lineRule="auto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 целью достижения высоких результатов образования в процессе реализации программы используются следующие:</w:t>
      </w:r>
    </w:p>
    <w:p w:rsidR="000E7385" w:rsidRPr="00C752E2" w:rsidRDefault="000E7385" w:rsidP="00C752E2">
      <w:pPr>
        <w:spacing w:after="150" w:line="245" w:lineRule="atLeast"/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формы образования – </w:t>
      </w:r>
      <w:r w:rsidRPr="00C752E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комбинированный урок, экскурсии, лекции, семинары, круглые столы, лабораторные работы, практические работы, дискуссии; </w:t>
      </w: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СДО (система дистанционного обучения), самоподготовка. </w:t>
      </w:r>
      <w:r w:rsidRPr="00C752E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Система дистанционного обучения и самоподготовка </w:t>
      </w: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– формы изучения учебного материала, которые используются для обучающихся, отсутствующих в школе по уважительной причине (больничный лист, приказ, праздничные дни и др.)</w:t>
      </w:r>
    </w:p>
    <w:p w:rsidR="000E7385" w:rsidRPr="00C752E2" w:rsidRDefault="000E7385" w:rsidP="00C752E2">
      <w:pPr>
        <w:numPr>
          <w:ilvl w:val="0"/>
          <w:numId w:val="4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технологии образования</w:t>
      </w:r>
      <w:r w:rsidRPr="00C752E2">
        <w:rPr>
          <w:rFonts w:cs="Calibri"/>
          <w:color w:val="000000"/>
          <w:sz w:val="28"/>
          <w:szCs w:val="28"/>
          <w:lang w:eastAsia="ru-RU"/>
        </w:rPr>
        <w:t> - </w:t>
      </w:r>
      <w:r w:rsidRPr="00C752E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личностно-ориентированные технологии; здоровьесберегающие технологии; проблемное обучение, ИКТ, работу в группах, индивидуальную работу учащихся, модульную, проектную, информационно-коммуникативную;</w:t>
      </w:r>
    </w:p>
    <w:p w:rsidR="000E7385" w:rsidRPr="00C752E2" w:rsidRDefault="000E7385" w:rsidP="00C752E2">
      <w:pPr>
        <w:numPr>
          <w:ilvl w:val="0"/>
          <w:numId w:val="4"/>
        </w:numPr>
        <w:spacing w:after="150" w:line="240" w:lineRule="auto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методы мониторинга знаний и умений обучающихся – </w:t>
      </w:r>
      <w:r w:rsidRPr="00C752E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тесты, творческие работы, проверочные работы, устный опрос и др.</w:t>
      </w:r>
    </w:p>
    <w:p w:rsidR="000E7385" w:rsidRPr="00C752E2" w:rsidRDefault="000E7385" w:rsidP="00C752E2">
      <w:pPr>
        <w:numPr>
          <w:ilvl w:val="0"/>
          <w:numId w:val="5"/>
        </w:numPr>
        <w:spacing w:after="150" w:line="240" w:lineRule="auto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Формы и средства контроля:</w:t>
      </w:r>
    </w:p>
    <w:p w:rsidR="000E7385" w:rsidRPr="00C752E2" w:rsidRDefault="000E7385" w:rsidP="00C752E2">
      <w:p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Текущий контроль: </w:t>
      </w:r>
      <w:r w:rsidRPr="00C752E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исторический диктант; составление схем и сравнительных таблиц; работа с исторической картой; самостоятельная работа; ОСК.</w:t>
      </w:r>
    </w:p>
    <w:p w:rsidR="000E7385" w:rsidRPr="00C752E2" w:rsidRDefault="000E7385" w:rsidP="00C752E2">
      <w:pPr>
        <w:spacing w:after="150" w:line="240" w:lineRule="auto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Промежуточный контроль: </w:t>
      </w:r>
      <w:r w:rsidRPr="00C752E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тест, письменная проверочная работа.</w:t>
      </w: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 На основании «Положения о текущей и промежуточной аттестации обучающихся» промежуточная аттестация по истории проводится с 5 по 9 классы в форме теста по изучению текущей главы в конце полугодия.</w:t>
      </w:r>
    </w:p>
    <w:p w:rsidR="000E7385" w:rsidRPr="00C752E2" w:rsidRDefault="000E7385" w:rsidP="00C752E2">
      <w:p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 результате изучения истории ученик должен</w:t>
      </w:r>
    </w:p>
    <w:p w:rsidR="000E7385" w:rsidRPr="00C752E2" w:rsidRDefault="000E7385" w:rsidP="00C752E2">
      <w:p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знать/понимать</w:t>
      </w:r>
    </w:p>
    <w:p w:rsidR="000E7385" w:rsidRPr="00C752E2" w:rsidRDefault="000E7385" w:rsidP="00C752E2">
      <w:pPr>
        <w:numPr>
          <w:ilvl w:val="0"/>
          <w:numId w:val="6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0E7385" w:rsidRPr="00C752E2" w:rsidRDefault="000E7385" w:rsidP="00C752E2">
      <w:pPr>
        <w:numPr>
          <w:ilvl w:val="0"/>
          <w:numId w:val="6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важнейшие достижения культуры и системы ценностей, сформировавшиеся в ходе исторического развития;</w:t>
      </w:r>
    </w:p>
    <w:p w:rsidR="000E7385" w:rsidRPr="00C752E2" w:rsidRDefault="000E7385" w:rsidP="00C752E2">
      <w:pPr>
        <w:numPr>
          <w:ilvl w:val="0"/>
          <w:numId w:val="6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изученные виды исторических источников;</w:t>
      </w:r>
    </w:p>
    <w:p w:rsidR="000E7385" w:rsidRPr="00C752E2" w:rsidRDefault="000E7385" w:rsidP="00C752E2">
      <w:p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уметь</w:t>
      </w:r>
    </w:p>
    <w:p w:rsidR="000E7385" w:rsidRPr="00C752E2" w:rsidRDefault="000E7385" w:rsidP="00C752E2">
      <w:pPr>
        <w:numPr>
          <w:ilvl w:val="0"/>
          <w:numId w:val="7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0E7385" w:rsidRPr="00C752E2" w:rsidRDefault="000E7385" w:rsidP="00C752E2">
      <w:pPr>
        <w:numPr>
          <w:ilvl w:val="0"/>
          <w:numId w:val="7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0E7385" w:rsidRPr="00C752E2" w:rsidRDefault="000E7385" w:rsidP="00C752E2">
      <w:pPr>
        <w:numPr>
          <w:ilvl w:val="0"/>
          <w:numId w:val="7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0E7385" w:rsidRPr="00C752E2" w:rsidRDefault="000E7385" w:rsidP="00C752E2">
      <w:pPr>
        <w:numPr>
          <w:ilvl w:val="0"/>
          <w:numId w:val="7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0E7385" w:rsidRPr="00C752E2" w:rsidRDefault="000E7385" w:rsidP="00C752E2">
      <w:pPr>
        <w:numPr>
          <w:ilvl w:val="0"/>
          <w:numId w:val="7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</w:t>
      </w:r>
    </w:p>
    <w:p w:rsidR="000E7385" w:rsidRPr="00C752E2" w:rsidRDefault="000E7385" w:rsidP="00C752E2">
      <w:pPr>
        <w:numPr>
          <w:ilvl w:val="0"/>
          <w:numId w:val="7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0E7385" w:rsidRPr="00C752E2" w:rsidRDefault="000E7385" w:rsidP="00C752E2">
      <w:p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       повседневной жизни для:</w:t>
      </w:r>
    </w:p>
    <w:p w:rsidR="000E7385" w:rsidRPr="00C752E2" w:rsidRDefault="000E7385" w:rsidP="00C752E2">
      <w:pPr>
        <w:numPr>
          <w:ilvl w:val="0"/>
          <w:numId w:val="8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понимания исторических причин и исторического значения событий и явлений современной жизни;</w:t>
      </w:r>
    </w:p>
    <w:p w:rsidR="000E7385" w:rsidRPr="00C752E2" w:rsidRDefault="000E7385" w:rsidP="00C752E2">
      <w:pPr>
        <w:numPr>
          <w:ilvl w:val="0"/>
          <w:numId w:val="8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высказывания собственных суждений об историческом наследии народов России и мира;</w:t>
      </w:r>
    </w:p>
    <w:p w:rsidR="000E7385" w:rsidRPr="00C752E2" w:rsidRDefault="000E7385" w:rsidP="00C752E2">
      <w:pPr>
        <w:numPr>
          <w:ilvl w:val="0"/>
          <w:numId w:val="8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объяснения исторически сложившихся норм социального поведения;</w:t>
      </w:r>
    </w:p>
    <w:p w:rsidR="000E7385" w:rsidRPr="00C752E2" w:rsidRDefault="000E7385" w:rsidP="00C752E2">
      <w:pPr>
        <w:numPr>
          <w:ilvl w:val="0"/>
          <w:numId w:val="8"/>
        </w:num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0E7385" w:rsidRPr="00C752E2" w:rsidRDefault="000E7385" w:rsidP="00C752E2">
      <w:pPr>
        <w:spacing w:after="150" w:line="245" w:lineRule="atLeast"/>
        <w:ind w:firstLine="360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t>Владеть компетенциями: коммуникативной, смыслопоисковой, компетенцией личностного саморазвития, информационно-поисковой рефлексивной компетенцией, учебно-познавательной и профессионально-трудовой.</w:t>
      </w:r>
      <w:r w:rsidRPr="00C752E2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0E7385" w:rsidRPr="00C752E2" w:rsidRDefault="000E7385" w:rsidP="00C752E2">
      <w:pPr>
        <w:spacing w:after="150" w:line="24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0E7385" w:rsidRPr="00C752E2" w:rsidRDefault="000E7385" w:rsidP="00C752E2">
      <w:pPr>
        <w:spacing w:after="0" w:line="240" w:lineRule="auto"/>
        <w:jc w:val="both"/>
        <w:rPr>
          <w:sz w:val="28"/>
          <w:szCs w:val="28"/>
        </w:rPr>
      </w:pPr>
    </w:p>
    <w:p w:rsidR="000E7385" w:rsidRPr="00C752E2" w:rsidRDefault="000E7385" w:rsidP="00C752E2">
      <w:pPr>
        <w:spacing w:after="0" w:line="240" w:lineRule="auto"/>
        <w:jc w:val="both"/>
        <w:rPr>
          <w:sz w:val="28"/>
          <w:szCs w:val="28"/>
        </w:rPr>
      </w:pPr>
    </w:p>
    <w:p w:rsidR="000E7385" w:rsidRPr="00C752E2" w:rsidRDefault="000E7385" w:rsidP="00C752E2">
      <w:pPr>
        <w:spacing w:after="0" w:line="240" w:lineRule="auto"/>
        <w:jc w:val="both"/>
        <w:rPr>
          <w:sz w:val="28"/>
          <w:szCs w:val="28"/>
        </w:rPr>
      </w:pPr>
    </w:p>
    <w:p w:rsidR="000E7385" w:rsidRPr="00C752E2" w:rsidRDefault="000E7385" w:rsidP="00C752E2">
      <w:pPr>
        <w:spacing w:after="0" w:line="240" w:lineRule="auto"/>
        <w:jc w:val="both"/>
        <w:rPr>
          <w:sz w:val="28"/>
          <w:szCs w:val="28"/>
        </w:rPr>
      </w:pPr>
    </w:p>
    <w:p w:rsidR="000E7385" w:rsidRPr="00C752E2" w:rsidRDefault="000E7385" w:rsidP="00C752E2">
      <w:pPr>
        <w:spacing w:after="0" w:line="240" w:lineRule="auto"/>
        <w:jc w:val="both"/>
        <w:rPr>
          <w:sz w:val="28"/>
          <w:szCs w:val="28"/>
        </w:rPr>
      </w:pPr>
    </w:p>
    <w:p w:rsidR="000E7385" w:rsidRPr="00C752E2" w:rsidRDefault="000E7385" w:rsidP="00C752E2">
      <w:pPr>
        <w:spacing w:after="0" w:line="240" w:lineRule="auto"/>
        <w:jc w:val="both"/>
        <w:rPr>
          <w:sz w:val="28"/>
          <w:szCs w:val="28"/>
        </w:rPr>
      </w:pPr>
    </w:p>
    <w:p w:rsidR="000E7385" w:rsidRPr="00C752E2" w:rsidRDefault="000E7385" w:rsidP="00C752E2">
      <w:pPr>
        <w:jc w:val="both"/>
        <w:rPr>
          <w:sz w:val="28"/>
          <w:szCs w:val="28"/>
        </w:rPr>
      </w:pPr>
    </w:p>
    <w:sectPr w:rsidR="000E7385" w:rsidRPr="00C752E2" w:rsidSect="00551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F0383"/>
    <w:multiLevelType w:val="hybridMultilevel"/>
    <w:tmpl w:val="CA863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6209A"/>
    <w:multiLevelType w:val="multilevel"/>
    <w:tmpl w:val="F3C2F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797B71"/>
    <w:multiLevelType w:val="multilevel"/>
    <w:tmpl w:val="D986A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1018AD"/>
    <w:multiLevelType w:val="multilevel"/>
    <w:tmpl w:val="D104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E36FA1"/>
    <w:multiLevelType w:val="multilevel"/>
    <w:tmpl w:val="6CB6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411C0B"/>
    <w:multiLevelType w:val="hybridMultilevel"/>
    <w:tmpl w:val="FF028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0C5046"/>
    <w:multiLevelType w:val="multilevel"/>
    <w:tmpl w:val="AA203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BD5DE8"/>
    <w:multiLevelType w:val="multilevel"/>
    <w:tmpl w:val="CB2CD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1D00"/>
    <w:rsid w:val="00044809"/>
    <w:rsid w:val="000E7385"/>
    <w:rsid w:val="001D5CF1"/>
    <w:rsid w:val="002D1D00"/>
    <w:rsid w:val="0038245B"/>
    <w:rsid w:val="00443A48"/>
    <w:rsid w:val="00551D7C"/>
    <w:rsid w:val="00597CBC"/>
    <w:rsid w:val="0098535F"/>
    <w:rsid w:val="009D263D"/>
    <w:rsid w:val="00A2201F"/>
    <w:rsid w:val="00B31FE8"/>
    <w:rsid w:val="00B84B6E"/>
    <w:rsid w:val="00C752E2"/>
    <w:rsid w:val="00D57C4D"/>
    <w:rsid w:val="00EA4593"/>
    <w:rsid w:val="00EF4327"/>
    <w:rsid w:val="00F04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D7C"/>
    <w:pPr>
      <w:spacing w:after="160" w:line="259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752E2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C752E2"/>
    <w:rPr>
      <w:rFonts w:cs="Times New Roman"/>
      <w:b/>
      <w:sz w:val="24"/>
      <w:lang w:val="ru-RU" w:eastAsia="ru-RU" w:bidi="ar-SA"/>
    </w:rPr>
  </w:style>
  <w:style w:type="paragraph" w:styleId="NormalWeb">
    <w:name w:val="Normal (Web)"/>
    <w:basedOn w:val="Normal"/>
    <w:uiPriority w:val="99"/>
    <w:semiHidden/>
    <w:rsid w:val="003824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B84B6E"/>
    <w:rPr>
      <w:lang w:eastAsia="en-US"/>
    </w:rPr>
  </w:style>
  <w:style w:type="character" w:styleId="Hyperlink">
    <w:name w:val="Hyperlink"/>
    <w:basedOn w:val="DefaultParagraphFont"/>
    <w:uiPriority w:val="99"/>
    <w:rsid w:val="00B84B6E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B84B6E"/>
    <w:pPr>
      <w:ind w:left="720"/>
      <w:contextualSpacing/>
    </w:pPr>
  </w:style>
  <w:style w:type="table" w:styleId="TableGrid">
    <w:name w:val="Table Grid"/>
    <w:basedOn w:val="TableNormal"/>
    <w:uiPriority w:val="99"/>
    <w:rsid w:val="009D263D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8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gosree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6</Pages>
  <Words>1532</Words>
  <Characters>8739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Наташа</cp:lastModifiedBy>
  <cp:revision>8</cp:revision>
  <dcterms:created xsi:type="dcterms:W3CDTF">2017-10-28T16:59:00Z</dcterms:created>
  <dcterms:modified xsi:type="dcterms:W3CDTF">2020-05-24T09:38:00Z</dcterms:modified>
</cp:coreProperties>
</file>